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DE1" w:rsidRPr="00B80ACB" w:rsidRDefault="00B93DE1" w:rsidP="00B80ACB">
      <w:pPr>
        <w:jc w:val="right"/>
        <w:rPr>
          <w:b/>
        </w:rPr>
      </w:pPr>
      <w:bookmarkStart w:id="0" w:name="_GoBack"/>
      <w:bookmarkEnd w:id="0"/>
      <w:r w:rsidRPr="00B80ACB">
        <w:rPr>
          <w:b/>
        </w:rPr>
        <w:t>ALLEGATO 3</w:t>
      </w:r>
    </w:p>
    <w:p w:rsidR="00B93DE1" w:rsidRDefault="00B93DE1" w:rsidP="00B80ACB">
      <w:pPr>
        <w:jc w:val="center"/>
      </w:pPr>
      <w:r w:rsidRPr="00B80ACB">
        <w:t>AUTOCERTIFICAZIONE</w:t>
      </w:r>
    </w:p>
    <w:p w:rsidR="00B93DE1" w:rsidRPr="00B80ACB" w:rsidRDefault="00B93DE1" w:rsidP="00B80ACB">
      <w:pPr>
        <w:jc w:val="center"/>
      </w:pPr>
      <w:r w:rsidRPr="00B80ACB">
        <w:t xml:space="preserve"> ( art. 46 D.P.R. 28/12/2000 n. 445 )</w:t>
      </w:r>
    </w:p>
    <w:p w:rsidR="00B93DE1" w:rsidRPr="00B80ACB" w:rsidRDefault="00B93DE1"/>
    <w:p w:rsidR="00B93DE1" w:rsidRPr="00B80ACB" w:rsidRDefault="00B93DE1">
      <w:r w:rsidRPr="00B80ACB">
        <w:t xml:space="preserve"> Io sottoscritto/a ________________________________________________</w:t>
      </w:r>
    </w:p>
    <w:p w:rsidR="00B93DE1" w:rsidRPr="00B80ACB" w:rsidRDefault="00B93DE1">
      <w:r w:rsidRPr="00B80ACB">
        <w:t>nato a  _______________________________ ( ) il _________________________________________</w:t>
      </w:r>
    </w:p>
    <w:p w:rsidR="00B93DE1" w:rsidRPr="00B80ACB" w:rsidRDefault="00B93DE1">
      <w:r w:rsidRPr="00B80ACB">
        <w:t xml:space="preserve"> residente a _______________________________________in via _________________________________</w:t>
      </w:r>
    </w:p>
    <w:p w:rsidR="00B93DE1" w:rsidRPr="00B80ACB" w:rsidRDefault="00B93DE1" w:rsidP="00B80ACB">
      <w:pPr>
        <w:jc w:val="center"/>
      </w:pPr>
      <w:r w:rsidRPr="00B80ACB">
        <w:t>DICHIARO</w:t>
      </w:r>
    </w:p>
    <w:p w:rsidR="00B93DE1" w:rsidRPr="00B80ACB" w:rsidRDefault="00B93DE1">
      <w:r w:rsidRPr="00B80ACB">
        <w:t>sotto la mia responsabilità, di/che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28"/>
      </w:tblGrid>
      <w:tr w:rsidR="00B93DE1" w:rsidRPr="0088297E" w:rsidTr="0088297E">
        <w:tc>
          <w:tcPr>
            <w:tcW w:w="9628" w:type="dxa"/>
          </w:tcPr>
          <w:p w:rsidR="00B93DE1" w:rsidRPr="0088297E" w:rsidRDefault="00B93DE1" w:rsidP="0088297E">
            <w:pPr>
              <w:spacing w:after="0" w:line="240" w:lineRule="auto"/>
              <w:rPr>
                <w:sz w:val="40"/>
              </w:rPr>
            </w:pPr>
          </w:p>
        </w:tc>
      </w:tr>
      <w:tr w:rsidR="00B93DE1" w:rsidRPr="0088297E" w:rsidTr="0088297E">
        <w:tc>
          <w:tcPr>
            <w:tcW w:w="9628" w:type="dxa"/>
          </w:tcPr>
          <w:p w:rsidR="00B93DE1" w:rsidRPr="0088297E" w:rsidRDefault="00B93DE1" w:rsidP="0088297E">
            <w:pPr>
              <w:spacing w:after="0" w:line="240" w:lineRule="auto"/>
              <w:rPr>
                <w:sz w:val="40"/>
              </w:rPr>
            </w:pPr>
          </w:p>
        </w:tc>
      </w:tr>
      <w:tr w:rsidR="00B93DE1" w:rsidRPr="0088297E" w:rsidTr="0088297E">
        <w:tc>
          <w:tcPr>
            <w:tcW w:w="9628" w:type="dxa"/>
          </w:tcPr>
          <w:p w:rsidR="00B93DE1" w:rsidRPr="0088297E" w:rsidRDefault="00B93DE1" w:rsidP="0088297E">
            <w:pPr>
              <w:spacing w:after="0" w:line="240" w:lineRule="auto"/>
              <w:rPr>
                <w:sz w:val="40"/>
              </w:rPr>
            </w:pPr>
          </w:p>
        </w:tc>
      </w:tr>
      <w:tr w:rsidR="00B93DE1" w:rsidRPr="0088297E" w:rsidTr="0088297E">
        <w:tc>
          <w:tcPr>
            <w:tcW w:w="9628" w:type="dxa"/>
          </w:tcPr>
          <w:p w:rsidR="00B93DE1" w:rsidRPr="0088297E" w:rsidRDefault="00B93DE1" w:rsidP="0088297E">
            <w:pPr>
              <w:spacing w:after="0" w:line="240" w:lineRule="auto"/>
              <w:rPr>
                <w:sz w:val="40"/>
              </w:rPr>
            </w:pPr>
          </w:p>
        </w:tc>
      </w:tr>
      <w:tr w:rsidR="00B93DE1" w:rsidRPr="0088297E" w:rsidTr="0088297E">
        <w:tc>
          <w:tcPr>
            <w:tcW w:w="9628" w:type="dxa"/>
          </w:tcPr>
          <w:p w:rsidR="00B93DE1" w:rsidRPr="0088297E" w:rsidRDefault="00B93DE1" w:rsidP="0088297E">
            <w:pPr>
              <w:spacing w:after="0" w:line="240" w:lineRule="auto"/>
              <w:rPr>
                <w:sz w:val="40"/>
              </w:rPr>
            </w:pPr>
          </w:p>
        </w:tc>
      </w:tr>
      <w:tr w:rsidR="00B93DE1" w:rsidRPr="0088297E" w:rsidTr="0088297E">
        <w:tc>
          <w:tcPr>
            <w:tcW w:w="9628" w:type="dxa"/>
          </w:tcPr>
          <w:p w:rsidR="00B93DE1" w:rsidRPr="0088297E" w:rsidRDefault="00B93DE1" w:rsidP="0088297E">
            <w:pPr>
              <w:spacing w:after="0" w:line="240" w:lineRule="auto"/>
              <w:rPr>
                <w:sz w:val="40"/>
              </w:rPr>
            </w:pPr>
          </w:p>
        </w:tc>
      </w:tr>
      <w:tr w:rsidR="00B93DE1" w:rsidRPr="0088297E" w:rsidTr="0088297E">
        <w:tc>
          <w:tcPr>
            <w:tcW w:w="9628" w:type="dxa"/>
          </w:tcPr>
          <w:p w:rsidR="00B93DE1" w:rsidRPr="0088297E" w:rsidRDefault="00B93DE1" w:rsidP="0088297E">
            <w:pPr>
              <w:spacing w:after="0" w:line="240" w:lineRule="auto"/>
              <w:rPr>
                <w:sz w:val="40"/>
              </w:rPr>
            </w:pPr>
          </w:p>
        </w:tc>
      </w:tr>
      <w:tr w:rsidR="00B93DE1" w:rsidRPr="0088297E" w:rsidTr="0088297E">
        <w:tc>
          <w:tcPr>
            <w:tcW w:w="9628" w:type="dxa"/>
          </w:tcPr>
          <w:p w:rsidR="00B93DE1" w:rsidRPr="0088297E" w:rsidRDefault="00B93DE1" w:rsidP="0088297E">
            <w:pPr>
              <w:spacing w:after="0" w:line="240" w:lineRule="auto"/>
              <w:rPr>
                <w:sz w:val="40"/>
              </w:rPr>
            </w:pPr>
          </w:p>
        </w:tc>
      </w:tr>
    </w:tbl>
    <w:p w:rsidR="00B93DE1" w:rsidRPr="00B80ACB" w:rsidRDefault="00B93DE1"/>
    <w:p w:rsidR="00B93DE1" w:rsidRPr="00B80ACB" w:rsidRDefault="00B93DE1" w:rsidP="00B80ACB">
      <w:pPr>
        <w:jc w:val="both"/>
      </w:pPr>
      <w:r w:rsidRPr="00B80ACB">
        <w:t>Sono consapevole che ai sensi degli artt. 75 e 76 del D.P.R. 445/2000, in caso di false dichiarazioni accertate dall’amministrazione procedente verranno applicate le sanzioni penali previste e la decadenza dal beneficio ottenuto sulla base della dichiarazione non veritiera.</w:t>
      </w:r>
    </w:p>
    <w:p w:rsidR="00B93DE1" w:rsidRPr="00B80ACB" w:rsidRDefault="00B93DE1" w:rsidP="00B80ACB">
      <w:pPr>
        <w:jc w:val="both"/>
      </w:pPr>
      <w:r w:rsidRPr="00B80ACB">
        <w:t xml:space="preserve"> Sono a conoscenza che la mancata accettazione della presente dichiarazione, quando le norme di legge o di regolamento ne consentono la presentazione, costituisce violazione dei doveri d’ufficio (art. 74 del D.P.R. 445/2000). </w:t>
      </w:r>
    </w:p>
    <w:p w:rsidR="00B93DE1" w:rsidRPr="00B80ACB" w:rsidRDefault="00B93DE1" w:rsidP="00B80ACB">
      <w:pPr>
        <w:jc w:val="both"/>
      </w:pPr>
      <w:r w:rsidRPr="00B80ACB">
        <w:t>Ai sensi dell’art.13 del D.Lgs 196/2003, i dati personali forniti dal sottoscritto dovranno essere trattati, dall’ente al quale la presente dichiarazione viene prodotta, per le finalità connesse all’erogazione del servizio o della prestazione per cui la dichiarazione stessa viene resa e per gli eventuali successivi adempimenti di competenza.</w:t>
      </w:r>
    </w:p>
    <w:p w:rsidR="00B93DE1" w:rsidRDefault="00B93DE1" w:rsidP="00B80ACB">
      <w:pPr>
        <w:jc w:val="both"/>
      </w:pPr>
      <w:r w:rsidRPr="00B80ACB">
        <w:t xml:space="preserve"> Mi riservo la facoltà di esercitare in qualunque momento i diritti di cui all’art. 7 del D.Lgs stesso. Luogo e data della sottoscrizione Firma del dichiarante La firma non deve essere autenticata</w:t>
      </w:r>
      <w:r>
        <w:t>.</w:t>
      </w:r>
    </w:p>
    <w:p w:rsidR="00B93DE1" w:rsidRDefault="00B93DE1" w:rsidP="00B80ACB">
      <w:pPr>
        <w:jc w:val="both"/>
      </w:pPr>
    </w:p>
    <w:p w:rsidR="00B93DE1" w:rsidRDefault="00B93DE1" w:rsidP="00B80ACB">
      <w:pPr>
        <w:jc w:val="both"/>
      </w:pPr>
      <w:r>
        <w:t>Luogo e data della sottoscrizione ______________________________________________________</w:t>
      </w:r>
    </w:p>
    <w:p w:rsidR="00B93DE1" w:rsidRDefault="00B93DE1" w:rsidP="00B80ACB">
      <w:pPr>
        <w:jc w:val="both"/>
      </w:pPr>
    </w:p>
    <w:p w:rsidR="00B93DE1" w:rsidRDefault="00B93DE1" w:rsidP="00B80ACB">
      <w:pPr>
        <w:jc w:val="both"/>
      </w:pPr>
      <w:r>
        <w:t xml:space="preserve"> Firma del dichiarante _______________________________________________________________</w:t>
      </w:r>
    </w:p>
    <w:p w:rsidR="00B93DE1" w:rsidRDefault="00B93DE1" w:rsidP="00B80ACB">
      <w:pPr>
        <w:jc w:val="both"/>
      </w:pPr>
      <w:r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483.75pt;height:625.5pt;visibility:visible">
            <v:imagedata r:id="rId4" o:title=""/>
          </v:shape>
        </w:pict>
      </w:r>
    </w:p>
    <w:sectPr w:rsidR="00B93DE1" w:rsidSect="00316B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ACB"/>
    <w:rsid w:val="000E20F4"/>
    <w:rsid w:val="001F2075"/>
    <w:rsid w:val="00225B58"/>
    <w:rsid w:val="00246588"/>
    <w:rsid w:val="00316B96"/>
    <w:rsid w:val="00383E3A"/>
    <w:rsid w:val="0088297E"/>
    <w:rsid w:val="008D55D5"/>
    <w:rsid w:val="009C0BE3"/>
    <w:rsid w:val="00A94E8D"/>
    <w:rsid w:val="00B80ACB"/>
    <w:rsid w:val="00B93DE1"/>
    <w:rsid w:val="00FA0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B96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80A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239</Words>
  <Characters>1366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PC</cp:lastModifiedBy>
  <cp:revision>3</cp:revision>
  <cp:lastPrinted>2020-12-11T12:08:00Z</cp:lastPrinted>
  <dcterms:created xsi:type="dcterms:W3CDTF">2020-11-26T09:39:00Z</dcterms:created>
  <dcterms:modified xsi:type="dcterms:W3CDTF">2020-12-14T09:43:00Z</dcterms:modified>
</cp:coreProperties>
</file>